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ADBF11F" w14:textId="77777777" w:rsidTr="00F862D6">
        <w:tc>
          <w:tcPr>
            <w:tcW w:w="1020" w:type="dxa"/>
          </w:tcPr>
          <w:p w14:paraId="6756326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2F05A29" wp14:editId="72F70753">
                      <wp:simplePos x="0" y="0"/>
                      <wp:positionH relativeFrom="page">
                        <wp:posOffset>2514600</wp:posOffset>
                      </wp:positionH>
                      <wp:positionV relativeFrom="page">
                        <wp:posOffset>298450</wp:posOffset>
                      </wp:positionV>
                      <wp:extent cx="2411730" cy="257175"/>
                      <wp:effectExtent l="0" t="0" r="762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1E338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05A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8pt;margin-top:23.5pt;width:189.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" o:allowincell="f" fillcolor="white [3212]" stroked="f" strokeweight=".5pt">
                      <v:textbox>
                        <w:txbxContent>
                          <w:p w14:paraId="081E338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0D810B9" w14:textId="77777777" w:rsidR="00F64786" w:rsidRDefault="00F64786" w:rsidP="0077673A"/>
        </w:tc>
        <w:tc>
          <w:tcPr>
            <w:tcW w:w="823" w:type="dxa"/>
          </w:tcPr>
          <w:p w14:paraId="2C0686B7" w14:textId="77777777" w:rsidR="00F64786" w:rsidRDefault="00F64786" w:rsidP="0077673A"/>
        </w:tc>
        <w:tc>
          <w:tcPr>
            <w:tcW w:w="3685" w:type="dxa"/>
          </w:tcPr>
          <w:p w14:paraId="116AD78D" w14:textId="77777777" w:rsidR="00F64786" w:rsidRDefault="00F64786" w:rsidP="0077673A"/>
        </w:tc>
      </w:tr>
      <w:tr w:rsidR="00F862D6" w14:paraId="7E4FEFDF" w14:textId="77777777" w:rsidTr="00596C7E">
        <w:tc>
          <w:tcPr>
            <w:tcW w:w="1020" w:type="dxa"/>
          </w:tcPr>
          <w:p w14:paraId="72BE153D" w14:textId="77777777" w:rsidR="00F862D6" w:rsidRDefault="00F862D6" w:rsidP="0077673A"/>
        </w:tc>
        <w:tc>
          <w:tcPr>
            <w:tcW w:w="2552" w:type="dxa"/>
          </w:tcPr>
          <w:p w14:paraId="0141C358" w14:textId="77777777" w:rsidR="00F862D6" w:rsidRDefault="00F862D6" w:rsidP="00764595"/>
        </w:tc>
        <w:tc>
          <w:tcPr>
            <w:tcW w:w="823" w:type="dxa"/>
          </w:tcPr>
          <w:p w14:paraId="52EFB5F3" w14:textId="77777777" w:rsidR="00F862D6" w:rsidRDefault="00F862D6" w:rsidP="0077673A"/>
        </w:tc>
        <w:tc>
          <w:tcPr>
            <w:tcW w:w="3685" w:type="dxa"/>
            <w:vMerge w:val="restart"/>
          </w:tcPr>
          <w:p w14:paraId="512400D9" w14:textId="77777777" w:rsidR="00596C7E" w:rsidRDefault="00596C7E" w:rsidP="00596C7E">
            <w:pPr>
              <w:rPr>
                <w:rStyle w:val="Potovnadresa"/>
              </w:rPr>
            </w:pPr>
          </w:p>
          <w:p w14:paraId="6D41546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E3CC3" w14:paraId="5F4F5974" w14:textId="77777777" w:rsidTr="00F862D6">
        <w:tc>
          <w:tcPr>
            <w:tcW w:w="1020" w:type="dxa"/>
          </w:tcPr>
          <w:p w14:paraId="5BB232F9" w14:textId="561D5C21" w:rsidR="001E3CC3" w:rsidRPr="00125E82" w:rsidRDefault="001E3CC3" w:rsidP="001E3CC3">
            <w:r w:rsidRPr="00125E82">
              <w:t>Naše zn.</w:t>
            </w:r>
          </w:p>
        </w:tc>
        <w:tc>
          <w:tcPr>
            <w:tcW w:w="2552" w:type="dxa"/>
          </w:tcPr>
          <w:p w14:paraId="5E5A6920" w14:textId="08BE2FE9" w:rsidR="001E3CC3" w:rsidRPr="00125E82" w:rsidRDefault="00125E82" w:rsidP="001E3CC3">
            <w:r w:rsidRPr="00125E82">
              <w:t>4492</w:t>
            </w:r>
            <w:r w:rsidR="001E3CC3" w:rsidRPr="00125E82">
              <w:t>/2022-SŽ-SSV-Ú3</w:t>
            </w:r>
          </w:p>
        </w:tc>
        <w:tc>
          <w:tcPr>
            <w:tcW w:w="823" w:type="dxa"/>
          </w:tcPr>
          <w:p w14:paraId="4D7FD554" w14:textId="77777777" w:rsidR="001E3CC3" w:rsidRDefault="001E3CC3" w:rsidP="001E3CC3"/>
        </w:tc>
        <w:tc>
          <w:tcPr>
            <w:tcW w:w="3685" w:type="dxa"/>
            <w:vMerge/>
          </w:tcPr>
          <w:p w14:paraId="3C27D627" w14:textId="77777777" w:rsidR="001E3CC3" w:rsidRDefault="001E3CC3" w:rsidP="001E3CC3"/>
        </w:tc>
      </w:tr>
      <w:tr w:rsidR="001E3CC3" w14:paraId="76B9EC50" w14:textId="77777777" w:rsidTr="00F862D6">
        <w:tc>
          <w:tcPr>
            <w:tcW w:w="1020" w:type="dxa"/>
          </w:tcPr>
          <w:p w14:paraId="02279554" w14:textId="6A325C11" w:rsidR="001E3CC3" w:rsidRPr="00125E82" w:rsidRDefault="001E3CC3" w:rsidP="001E3CC3">
            <w:r w:rsidRPr="00125E82">
              <w:t>Listů/příloh</w:t>
            </w:r>
          </w:p>
        </w:tc>
        <w:tc>
          <w:tcPr>
            <w:tcW w:w="2552" w:type="dxa"/>
          </w:tcPr>
          <w:p w14:paraId="4398775B" w14:textId="32FD02E6" w:rsidR="001E3CC3" w:rsidRPr="00125E82" w:rsidRDefault="00125E82" w:rsidP="001E3CC3">
            <w:r w:rsidRPr="00125E82">
              <w:t>1</w:t>
            </w:r>
            <w:r w:rsidR="00926EE4" w:rsidRPr="00125E82">
              <w:t>/2</w:t>
            </w:r>
          </w:p>
        </w:tc>
        <w:tc>
          <w:tcPr>
            <w:tcW w:w="823" w:type="dxa"/>
          </w:tcPr>
          <w:p w14:paraId="4B27AE9C" w14:textId="77777777" w:rsidR="001E3CC3" w:rsidRDefault="001E3CC3" w:rsidP="001E3CC3"/>
        </w:tc>
        <w:tc>
          <w:tcPr>
            <w:tcW w:w="3685" w:type="dxa"/>
            <w:vMerge/>
          </w:tcPr>
          <w:p w14:paraId="4C626B44" w14:textId="77777777" w:rsidR="001E3CC3" w:rsidRDefault="001E3CC3" w:rsidP="001E3CC3">
            <w:pPr>
              <w:rPr>
                <w:noProof/>
              </w:rPr>
            </w:pPr>
          </w:p>
        </w:tc>
      </w:tr>
      <w:tr w:rsidR="001E3CC3" w14:paraId="50893A6E" w14:textId="77777777" w:rsidTr="00B23CA3">
        <w:trPr>
          <w:trHeight w:val="77"/>
        </w:trPr>
        <w:tc>
          <w:tcPr>
            <w:tcW w:w="1020" w:type="dxa"/>
          </w:tcPr>
          <w:p w14:paraId="55ABA662" w14:textId="77777777" w:rsidR="001E3CC3" w:rsidRDefault="001E3CC3" w:rsidP="001E3CC3"/>
        </w:tc>
        <w:tc>
          <w:tcPr>
            <w:tcW w:w="2552" w:type="dxa"/>
          </w:tcPr>
          <w:p w14:paraId="351AD80A" w14:textId="77777777" w:rsidR="001E3CC3" w:rsidRPr="003E6B9A" w:rsidRDefault="001E3CC3" w:rsidP="001E3CC3"/>
        </w:tc>
        <w:tc>
          <w:tcPr>
            <w:tcW w:w="823" w:type="dxa"/>
          </w:tcPr>
          <w:p w14:paraId="61DEDAB0" w14:textId="77777777" w:rsidR="001E3CC3" w:rsidRDefault="001E3CC3" w:rsidP="001E3CC3"/>
        </w:tc>
        <w:tc>
          <w:tcPr>
            <w:tcW w:w="3685" w:type="dxa"/>
            <w:vMerge/>
          </w:tcPr>
          <w:p w14:paraId="3D7870B9" w14:textId="77777777" w:rsidR="001E3CC3" w:rsidRDefault="001E3CC3" w:rsidP="001E3CC3"/>
        </w:tc>
      </w:tr>
      <w:tr w:rsidR="001E3CC3" w14:paraId="51E3C8DF" w14:textId="77777777" w:rsidTr="00F862D6">
        <w:tc>
          <w:tcPr>
            <w:tcW w:w="1020" w:type="dxa"/>
          </w:tcPr>
          <w:p w14:paraId="3B9363E7" w14:textId="49B86EA8" w:rsidR="001E3CC3" w:rsidRDefault="001E3CC3" w:rsidP="001E3CC3">
            <w:r w:rsidRPr="0062733B">
              <w:t>Vyřizuje</w:t>
            </w:r>
          </w:p>
        </w:tc>
        <w:tc>
          <w:tcPr>
            <w:tcW w:w="2552" w:type="dxa"/>
          </w:tcPr>
          <w:p w14:paraId="206C7BDF" w14:textId="437A117A" w:rsidR="001E3CC3" w:rsidRPr="003E6B9A" w:rsidRDefault="001E3CC3" w:rsidP="001E3CC3">
            <w:r w:rsidRPr="0062733B">
              <w:t>JUDr. Jaroslav Klimeš</w:t>
            </w:r>
          </w:p>
        </w:tc>
        <w:tc>
          <w:tcPr>
            <w:tcW w:w="823" w:type="dxa"/>
          </w:tcPr>
          <w:p w14:paraId="7CD8E383" w14:textId="77777777" w:rsidR="001E3CC3" w:rsidRDefault="001E3CC3" w:rsidP="001E3CC3"/>
        </w:tc>
        <w:tc>
          <w:tcPr>
            <w:tcW w:w="3685" w:type="dxa"/>
            <w:vMerge/>
          </w:tcPr>
          <w:p w14:paraId="279D2010" w14:textId="77777777" w:rsidR="001E3CC3" w:rsidRDefault="001E3CC3" w:rsidP="001E3CC3"/>
        </w:tc>
      </w:tr>
      <w:tr w:rsidR="001E3CC3" w14:paraId="76A3330D" w14:textId="77777777" w:rsidTr="00F862D6">
        <w:tc>
          <w:tcPr>
            <w:tcW w:w="1020" w:type="dxa"/>
          </w:tcPr>
          <w:p w14:paraId="2A9E02A8" w14:textId="77777777" w:rsidR="001E3CC3" w:rsidRDefault="001E3CC3" w:rsidP="001E3CC3"/>
        </w:tc>
        <w:tc>
          <w:tcPr>
            <w:tcW w:w="2552" w:type="dxa"/>
          </w:tcPr>
          <w:p w14:paraId="0AD8B33D" w14:textId="77777777" w:rsidR="001E3CC3" w:rsidRPr="003E6B9A" w:rsidRDefault="001E3CC3" w:rsidP="001E3CC3"/>
        </w:tc>
        <w:tc>
          <w:tcPr>
            <w:tcW w:w="823" w:type="dxa"/>
          </w:tcPr>
          <w:p w14:paraId="3660D439" w14:textId="77777777" w:rsidR="001E3CC3" w:rsidRDefault="001E3CC3" w:rsidP="001E3CC3"/>
        </w:tc>
        <w:tc>
          <w:tcPr>
            <w:tcW w:w="3685" w:type="dxa"/>
            <w:vMerge/>
          </w:tcPr>
          <w:p w14:paraId="3BBA56DD" w14:textId="77777777" w:rsidR="001E3CC3" w:rsidRDefault="001E3CC3" w:rsidP="001E3CC3"/>
        </w:tc>
      </w:tr>
      <w:tr w:rsidR="001E3CC3" w14:paraId="5126938F" w14:textId="77777777" w:rsidTr="00F862D6">
        <w:tc>
          <w:tcPr>
            <w:tcW w:w="1020" w:type="dxa"/>
          </w:tcPr>
          <w:p w14:paraId="6DEA6099" w14:textId="5B517AE5" w:rsidR="001E3CC3" w:rsidRDefault="001E3CC3" w:rsidP="001E3CC3">
            <w:r w:rsidRPr="0062733B">
              <w:t>Mobil</w:t>
            </w:r>
          </w:p>
        </w:tc>
        <w:tc>
          <w:tcPr>
            <w:tcW w:w="2552" w:type="dxa"/>
          </w:tcPr>
          <w:p w14:paraId="5388B68E" w14:textId="5FE48BB7" w:rsidR="001E3CC3" w:rsidRPr="003E6B9A" w:rsidRDefault="001E3CC3" w:rsidP="001E3CC3">
            <w:r w:rsidRPr="0062733B">
              <w:t>+420 722 819 305</w:t>
            </w:r>
          </w:p>
        </w:tc>
        <w:tc>
          <w:tcPr>
            <w:tcW w:w="823" w:type="dxa"/>
          </w:tcPr>
          <w:p w14:paraId="3ED051DC" w14:textId="77777777" w:rsidR="001E3CC3" w:rsidRDefault="001E3CC3" w:rsidP="001E3CC3"/>
        </w:tc>
        <w:tc>
          <w:tcPr>
            <w:tcW w:w="3685" w:type="dxa"/>
            <w:vMerge/>
          </w:tcPr>
          <w:p w14:paraId="58E12A74" w14:textId="77777777" w:rsidR="001E3CC3" w:rsidRDefault="001E3CC3" w:rsidP="001E3CC3"/>
        </w:tc>
      </w:tr>
      <w:tr w:rsidR="001E3CC3" w14:paraId="11282F6F" w14:textId="77777777" w:rsidTr="00F862D6">
        <w:tc>
          <w:tcPr>
            <w:tcW w:w="1020" w:type="dxa"/>
          </w:tcPr>
          <w:p w14:paraId="4FF7B29C" w14:textId="2F6AB2BA" w:rsidR="001E3CC3" w:rsidRDefault="001E3CC3" w:rsidP="001E3CC3">
            <w:r w:rsidRPr="0062733B">
              <w:t>E-mail</w:t>
            </w:r>
          </w:p>
        </w:tc>
        <w:tc>
          <w:tcPr>
            <w:tcW w:w="2552" w:type="dxa"/>
          </w:tcPr>
          <w:p w14:paraId="6C8BE675" w14:textId="2B575480" w:rsidR="001E3CC3" w:rsidRPr="003E6B9A" w:rsidRDefault="001E3CC3" w:rsidP="001E3CC3">
            <w:r w:rsidRPr="0062733B">
              <w:t>Klimesja@spravazeleznic.cz</w:t>
            </w:r>
          </w:p>
        </w:tc>
        <w:tc>
          <w:tcPr>
            <w:tcW w:w="823" w:type="dxa"/>
          </w:tcPr>
          <w:p w14:paraId="4E1503E6" w14:textId="77777777" w:rsidR="001E3CC3" w:rsidRDefault="001E3CC3" w:rsidP="001E3CC3"/>
        </w:tc>
        <w:tc>
          <w:tcPr>
            <w:tcW w:w="3685" w:type="dxa"/>
            <w:vMerge/>
          </w:tcPr>
          <w:p w14:paraId="17436FE4" w14:textId="77777777" w:rsidR="001E3CC3" w:rsidRDefault="001E3CC3" w:rsidP="001E3CC3"/>
        </w:tc>
      </w:tr>
      <w:tr w:rsidR="001E3CC3" w14:paraId="02CE598F" w14:textId="77777777" w:rsidTr="00F862D6">
        <w:tc>
          <w:tcPr>
            <w:tcW w:w="1020" w:type="dxa"/>
          </w:tcPr>
          <w:p w14:paraId="4DB0723E" w14:textId="77777777" w:rsidR="001E3CC3" w:rsidRDefault="001E3CC3" w:rsidP="001E3CC3"/>
        </w:tc>
        <w:tc>
          <w:tcPr>
            <w:tcW w:w="2552" w:type="dxa"/>
          </w:tcPr>
          <w:p w14:paraId="051B81DA" w14:textId="77777777" w:rsidR="001E3CC3" w:rsidRPr="003E6B9A" w:rsidRDefault="001E3CC3" w:rsidP="001E3CC3"/>
        </w:tc>
        <w:tc>
          <w:tcPr>
            <w:tcW w:w="823" w:type="dxa"/>
          </w:tcPr>
          <w:p w14:paraId="0B514D0F" w14:textId="77777777" w:rsidR="001E3CC3" w:rsidRDefault="001E3CC3" w:rsidP="001E3CC3"/>
        </w:tc>
        <w:tc>
          <w:tcPr>
            <w:tcW w:w="3685" w:type="dxa"/>
          </w:tcPr>
          <w:p w14:paraId="4905E927" w14:textId="77777777" w:rsidR="001E3CC3" w:rsidRDefault="001E3CC3" w:rsidP="001E3CC3"/>
        </w:tc>
      </w:tr>
      <w:tr w:rsidR="001E3CC3" w14:paraId="7FACB8FA" w14:textId="77777777" w:rsidTr="00F862D6">
        <w:tc>
          <w:tcPr>
            <w:tcW w:w="1020" w:type="dxa"/>
          </w:tcPr>
          <w:p w14:paraId="414E7500" w14:textId="6170CF12" w:rsidR="001E3CC3" w:rsidRDefault="001E3CC3" w:rsidP="001E3CC3">
            <w:r w:rsidRPr="0062733B">
              <w:t>Datum</w:t>
            </w:r>
          </w:p>
        </w:tc>
        <w:tc>
          <w:tcPr>
            <w:tcW w:w="2552" w:type="dxa"/>
          </w:tcPr>
          <w:p w14:paraId="79EB67BA" w14:textId="790910BD" w:rsidR="001E3CC3" w:rsidRPr="003E6B9A" w:rsidRDefault="00C40930" w:rsidP="001E3CC3">
            <w:r>
              <w:t>23</w:t>
            </w:r>
            <w:r w:rsidR="00114966">
              <w:t>. února 2022</w:t>
            </w:r>
            <w:r w:rsidR="001E3CC3" w:rsidRPr="0062733B">
              <w:t xml:space="preserve"> </w:t>
            </w:r>
          </w:p>
        </w:tc>
        <w:tc>
          <w:tcPr>
            <w:tcW w:w="823" w:type="dxa"/>
          </w:tcPr>
          <w:p w14:paraId="56F73C89" w14:textId="77777777" w:rsidR="001E3CC3" w:rsidRDefault="001E3CC3" w:rsidP="001E3CC3"/>
        </w:tc>
        <w:tc>
          <w:tcPr>
            <w:tcW w:w="3685" w:type="dxa"/>
          </w:tcPr>
          <w:p w14:paraId="65DA383F" w14:textId="77777777" w:rsidR="001E3CC3" w:rsidRDefault="001E3CC3" w:rsidP="001E3CC3"/>
        </w:tc>
      </w:tr>
      <w:tr w:rsidR="00F64786" w14:paraId="2E0B399F" w14:textId="77777777" w:rsidTr="00F862D6">
        <w:tc>
          <w:tcPr>
            <w:tcW w:w="1020" w:type="dxa"/>
          </w:tcPr>
          <w:p w14:paraId="204144D6" w14:textId="77777777" w:rsidR="00F64786" w:rsidRDefault="00F64786" w:rsidP="0077673A"/>
        </w:tc>
        <w:tc>
          <w:tcPr>
            <w:tcW w:w="2552" w:type="dxa"/>
          </w:tcPr>
          <w:p w14:paraId="02FA7C8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E87A553" w14:textId="77777777" w:rsidR="00F64786" w:rsidRDefault="00F64786" w:rsidP="0077673A"/>
        </w:tc>
        <w:tc>
          <w:tcPr>
            <w:tcW w:w="3685" w:type="dxa"/>
          </w:tcPr>
          <w:p w14:paraId="14DE4509" w14:textId="77777777" w:rsidR="00F64786" w:rsidRDefault="00F64786" w:rsidP="0077673A"/>
        </w:tc>
      </w:tr>
      <w:tr w:rsidR="00F862D6" w14:paraId="013065EB" w14:textId="77777777" w:rsidTr="00B45E9E">
        <w:trPr>
          <w:trHeight w:val="794"/>
        </w:trPr>
        <w:tc>
          <w:tcPr>
            <w:tcW w:w="1020" w:type="dxa"/>
          </w:tcPr>
          <w:p w14:paraId="7FAE49F2" w14:textId="77777777" w:rsidR="00F862D6" w:rsidRDefault="00F862D6" w:rsidP="0077673A"/>
        </w:tc>
        <w:tc>
          <w:tcPr>
            <w:tcW w:w="2552" w:type="dxa"/>
          </w:tcPr>
          <w:p w14:paraId="5C57CA2A" w14:textId="77777777" w:rsidR="00F862D6" w:rsidRDefault="00F862D6" w:rsidP="00F310F8"/>
        </w:tc>
        <w:tc>
          <w:tcPr>
            <w:tcW w:w="823" w:type="dxa"/>
          </w:tcPr>
          <w:p w14:paraId="2EF393D6" w14:textId="77777777" w:rsidR="00F862D6" w:rsidRDefault="00F862D6" w:rsidP="0077673A">
            <w:bookmarkStart w:id="0" w:name="_GoBack"/>
            <w:bookmarkEnd w:id="0"/>
          </w:p>
        </w:tc>
        <w:tc>
          <w:tcPr>
            <w:tcW w:w="3685" w:type="dxa"/>
          </w:tcPr>
          <w:p w14:paraId="517B45C5" w14:textId="77777777" w:rsidR="00F862D6" w:rsidRDefault="00F862D6" w:rsidP="0077673A"/>
        </w:tc>
      </w:tr>
    </w:tbl>
    <w:p w14:paraId="38C2A98F" w14:textId="77777777" w:rsidR="00CB7B5A" w:rsidRPr="001C2B73" w:rsidRDefault="00CB7B5A" w:rsidP="005C6E0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Věc: </w:t>
      </w:r>
      <w:r w:rsidR="008C2C7B" w:rsidRPr="008C2C7B">
        <w:rPr>
          <w:rFonts w:eastAsia="Calibri" w:cs="Times New Roman"/>
          <w:b/>
          <w:lang w:eastAsia="cs-CZ"/>
        </w:rPr>
        <w:t>GSM-R Uničov - Šumperk</w:t>
      </w:r>
    </w:p>
    <w:p w14:paraId="1EEFADD7" w14:textId="720C1A71" w:rsidR="00CB7B5A" w:rsidRPr="001C2B73" w:rsidRDefault="00CB7B5A" w:rsidP="005C6E0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C2B73">
        <w:rPr>
          <w:rFonts w:eastAsia="Calibri" w:cs="Times New Roman"/>
          <w:lang w:eastAsia="cs-CZ"/>
        </w:rPr>
        <w:t xml:space="preserve">Vysvětlení/ změna/ doplnění zadávací dokumentace č. </w:t>
      </w:r>
      <w:r w:rsidR="00C40930">
        <w:rPr>
          <w:rFonts w:eastAsia="Times New Roman" w:cs="Times New Roman"/>
          <w:lang w:eastAsia="cs-CZ"/>
        </w:rPr>
        <w:t>2</w:t>
      </w:r>
    </w:p>
    <w:p w14:paraId="6BECDCB5" w14:textId="77777777" w:rsidR="008C2C7B" w:rsidRPr="00BD5319" w:rsidRDefault="00BD5319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C2B73">
        <w:rPr>
          <w:rFonts w:eastAsia="Calibri" w:cs="Times New Roman"/>
        </w:rPr>
        <w:t xml:space="preserve">ve smyslu </w:t>
      </w:r>
      <w:r w:rsidRPr="001C2B73">
        <w:rPr>
          <w:rFonts w:eastAsia="Times New Roman" w:cs="Times New Roman"/>
          <w:lang w:eastAsia="cs-CZ"/>
        </w:rPr>
        <w:t xml:space="preserve">§ 98 a § 99 zákona č. 134/2016 Sb., o zadávání </w:t>
      </w:r>
      <w:r w:rsidRPr="00BD5319">
        <w:rPr>
          <w:rFonts w:eastAsia="Times New Roman" w:cs="Times New Roman"/>
          <w:lang w:eastAsia="cs-CZ"/>
        </w:rPr>
        <w:t>veřejných zakázek, ve znění pozdějších předpisů (dále jen „ZZVZ“)</w:t>
      </w:r>
    </w:p>
    <w:p w14:paraId="78DBF028" w14:textId="77777777" w:rsidR="00BD5319" w:rsidRPr="00BD5319" w:rsidRDefault="00BD5319" w:rsidP="005C6E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62FC62B" w14:textId="77777777" w:rsidR="00C40930" w:rsidRDefault="00C40930" w:rsidP="00C4093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26CF0C" w14:textId="01892A7E" w:rsidR="00C40930" w:rsidRPr="00822339" w:rsidRDefault="00C40930" w:rsidP="00C4093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8</w:t>
      </w:r>
      <w:r w:rsidRPr="00822339">
        <w:rPr>
          <w:rFonts w:eastAsia="Calibri" w:cs="Times New Roman"/>
          <w:b/>
          <w:lang w:eastAsia="cs-CZ"/>
        </w:rPr>
        <w:t>:</w:t>
      </w:r>
    </w:p>
    <w:p w14:paraId="69E1C544" w14:textId="77777777" w:rsidR="00C40930" w:rsidRPr="007417E1" w:rsidRDefault="00C40930" w:rsidP="00C40930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7417E1">
        <w:rPr>
          <w:rFonts w:ascii="Tahoma" w:hAnsi="Tahoma" w:cs="Tahoma"/>
          <w:sz w:val="19"/>
          <w:szCs w:val="19"/>
          <w:shd w:val="clear" w:color="auto" w:fill="FFFFFF"/>
        </w:rPr>
        <w:t xml:space="preserve">V návaznosti na „Vysvětlení/změna/doplnění zadávací dokumentace </w:t>
      </w:r>
      <w:proofErr w:type="gramStart"/>
      <w:r w:rsidRPr="007417E1">
        <w:rPr>
          <w:rFonts w:ascii="Tahoma" w:hAnsi="Tahoma" w:cs="Tahoma"/>
          <w:sz w:val="19"/>
          <w:szCs w:val="19"/>
          <w:shd w:val="clear" w:color="auto" w:fill="FFFFFF"/>
        </w:rPr>
        <w:t>č.1“ se</w:t>
      </w:r>
      <w:proofErr w:type="gramEnd"/>
      <w:r w:rsidRPr="007417E1">
        <w:rPr>
          <w:rFonts w:ascii="Tahoma" w:hAnsi="Tahoma" w:cs="Tahoma"/>
          <w:sz w:val="19"/>
          <w:szCs w:val="19"/>
          <w:shd w:val="clear" w:color="auto" w:fill="FFFFFF"/>
        </w:rPr>
        <w:t xml:space="preserve"> dále tážeme. Odpovědi </w:t>
      </w:r>
    </w:p>
    <w:p w14:paraId="1559AD9A" w14:textId="77777777" w:rsidR="00C40930" w:rsidRPr="007417E1" w:rsidRDefault="00C40930" w:rsidP="00C40930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7417E1">
        <w:rPr>
          <w:rFonts w:ascii="Tahoma" w:hAnsi="Tahoma" w:cs="Tahoma"/>
          <w:sz w:val="19"/>
          <w:szCs w:val="19"/>
          <w:shd w:val="clear" w:color="auto" w:fill="FFFFFF"/>
        </w:rPr>
        <w:t xml:space="preserve">u Dotazu </w:t>
      </w:r>
      <w:proofErr w:type="gramStart"/>
      <w:r w:rsidRPr="007417E1">
        <w:rPr>
          <w:rFonts w:ascii="Tahoma" w:hAnsi="Tahoma" w:cs="Tahoma"/>
          <w:sz w:val="19"/>
          <w:szCs w:val="19"/>
          <w:shd w:val="clear" w:color="auto" w:fill="FFFFFF"/>
        </w:rPr>
        <w:t>č.1 až</w:t>
      </w:r>
      <w:proofErr w:type="gramEnd"/>
      <w:r w:rsidRPr="007417E1">
        <w:rPr>
          <w:rFonts w:ascii="Tahoma" w:hAnsi="Tahoma" w:cs="Tahoma"/>
          <w:sz w:val="19"/>
          <w:szCs w:val="19"/>
          <w:shd w:val="clear" w:color="auto" w:fill="FFFFFF"/>
        </w:rPr>
        <w:t xml:space="preserve"> č.8 uvádějí, že „Množství jednotky bylo opraveno.“ Domníváme se, že množství bylo opraveno, ale bylo opraveno řádově chybně (hm vs. km).</w:t>
      </w:r>
    </w:p>
    <w:p w14:paraId="2C65B600" w14:textId="77777777" w:rsidR="00C40930" w:rsidRDefault="00C40930" w:rsidP="00C40930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7417E1">
        <w:rPr>
          <w:rFonts w:ascii="Tahoma" w:hAnsi="Tahoma" w:cs="Tahoma"/>
          <w:sz w:val="19"/>
          <w:szCs w:val="19"/>
          <w:shd w:val="clear" w:color="auto" w:fill="FFFFFF"/>
        </w:rPr>
        <w:t>Žádáme zadavatele o znovu prověření a opravu množství.</w:t>
      </w:r>
    </w:p>
    <w:p w14:paraId="5503FBA9" w14:textId="77777777" w:rsidR="00C40930" w:rsidRPr="00822339" w:rsidRDefault="00C40930" w:rsidP="00C4093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4DA5E2F" w14:textId="77777777" w:rsidR="00C40930" w:rsidRPr="00F70B58" w:rsidRDefault="00C40930" w:rsidP="00C4093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2233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t>Bylo prověřeno a množství jednotky bylo opraveno.</w:t>
      </w:r>
    </w:p>
    <w:p w14:paraId="47298259" w14:textId="77777777" w:rsidR="00D32509" w:rsidRPr="00F70B58" w:rsidRDefault="00D32509" w:rsidP="00F22E8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708F7" w14:textId="77777777" w:rsidR="00F70B58" w:rsidRDefault="00F70B58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D55A5CA" w14:textId="77777777" w:rsidR="00F70B58" w:rsidRDefault="00F70B58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42EB7D" w14:textId="0964A2A5" w:rsidR="00F22E82" w:rsidRPr="00F70B58" w:rsidRDefault="00F22E82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0B58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2764FF">
        <w:rPr>
          <w:rFonts w:eastAsia="Times New Roman" w:cs="Times New Roman"/>
          <w:b/>
          <w:lang w:eastAsia="cs-CZ"/>
        </w:rPr>
        <w:t>změny</w:t>
      </w:r>
      <w:r w:rsidRPr="00F70B58">
        <w:rPr>
          <w:rFonts w:eastAsia="Times New Roman" w:cs="Times New Roman"/>
          <w:b/>
          <w:lang w:eastAsia="cs-CZ"/>
        </w:rPr>
        <w:t xml:space="preserve"> zadávací dokumentace</w:t>
      </w:r>
      <w:r w:rsidRPr="00F70B58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F70B58">
        <w:rPr>
          <w:rFonts w:eastAsia="Times New Roman" w:cs="Times New Roman"/>
          <w:lang w:eastAsia="cs-CZ"/>
        </w:rPr>
        <w:br/>
      </w:r>
      <w:r w:rsidR="00C40930">
        <w:rPr>
          <w:rFonts w:eastAsia="Times New Roman" w:cs="Times New Roman"/>
          <w:b/>
          <w:lang w:eastAsia="cs-CZ"/>
        </w:rPr>
        <w:t>11. 3</w:t>
      </w:r>
      <w:r w:rsidR="002B1C31" w:rsidRPr="00F70B58">
        <w:rPr>
          <w:rFonts w:eastAsia="Times New Roman" w:cs="Times New Roman"/>
          <w:b/>
          <w:lang w:eastAsia="cs-CZ"/>
        </w:rPr>
        <w:t>. 2022 v 10:00 hod</w:t>
      </w:r>
      <w:r w:rsidR="002B1C31" w:rsidRPr="00F70B58">
        <w:rPr>
          <w:rFonts w:eastAsia="Times New Roman" w:cs="Times New Roman"/>
          <w:lang w:eastAsia="cs-CZ"/>
        </w:rPr>
        <w:t>.</w:t>
      </w:r>
      <w:r w:rsidRPr="00F70B58">
        <w:rPr>
          <w:rFonts w:eastAsia="Times New Roman" w:cs="Times New Roman"/>
          <w:lang w:eastAsia="cs-CZ"/>
        </w:rPr>
        <w:t xml:space="preserve"> na den </w:t>
      </w:r>
      <w:r w:rsidR="00C40930">
        <w:rPr>
          <w:rFonts w:eastAsia="Times New Roman" w:cs="Times New Roman"/>
          <w:b/>
          <w:lang w:eastAsia="cs-CZ"/>
        </w:rPr>
        <w:t>14</w:t>
      </w:r>
      <w:r w:rsidR="002B1C31" w:rsidRPr="00F70B58">
        <w:rPr>
          <w:rFonts w:eastAsia="Times New Roman" w:cs="Times New Roman"/>
          <w:b/>
          <w:lang w:eastAsia="cs-CZ"/>
        </w:rPr>
        <w:t>. 3. 2022 v 10:00 hod</w:t>
      </w:r>
      <w:r w:rsidR="002B007F" w:rsidRPr="00F70B58">
        <w:rPr>
          <w:rFonts w:eastAsia="Times New Roman" w:cs="Times New Roman"/>
          <w:lang w:eastAsia="cs-CZ"/>
        </w:rPr>
        <w:t>.</w:t>
      </w:r>
    </w:p>
    <w:p w14:paraId="25354DCB" w14:textId="77777777" w:rsidR="00F22E82" w:rsidRPr="00F70B58" w:rsidRDefault="00F22E82" w:rsidP="00F22E82">
      <w:pPr>
        <w:spacing w:after="0" w:line="240" w:lineRule="auto"/>
        <w:rPr>
          <w:rFonts w:eastAsia="Times New Roman" w:cs="Times New Roman"/>
          <w:lang w:eastAsia="cs-CZ"/>
        </w:rPr>
      </w:pPr>
    </w:p>
    <w:p w14:paraId="3291830F" w14:textId="77777777" w:rsidR="00C40930" w:rsidRDefault="00C40930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663D51" w14:textId="5D9B86DC" w:rsidR="00F22E82" w:rsidRPr="00CB7B5A" w:rsidRDefault="00F22E82" w:rsidP="00F22E8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70B58">
        <w:rPr>
          <w:rFonts w:eastAsia="Calibri" w:cs="Times New Roman"/>
          <w:lang w:eastAsia="cs-CZ"/>
        </w:rPr>
        <w:t>Vysvětlení/ změnu/ doplnění zadávací dokumentace</w:t>
      </w:r>
      <w:r w:rsidRPr="00F70B58">
        <w:rPr>
          <w:rFonts w:eastAsia="Times New Roman" w:cs="Times New Roman"/>
          <w:lang w:eastAsia="cs-CZ"/>
        </w:rPr>
        <w:t>, včetně příloh, zadavatel</w:t>
      </w:r>
      <w:r w:rsidRPr="00822339">
        <w:rPr>
          <w:rFonts w:eastAsia="Times New Roman" w:cs="Times New Roman"/>
          <w:lang w:eastAsia="cs-CZ"/>
        </w:rPr>
        <w:t xml:space="preserve"> uveřejní stejným způsobem, jakým uveřejnil výzvu k podání nabídek, tedy na profilu zadavatele: </w:t>
      </w:r>
      <w:hyperlink r:id="rId11" w:history="1">
        <w:r w:rsidRPr="00822339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822339">
        <w:rPr>
          <w:rFonts w:eastAsia="Times New Roman" w:cs="Times New Roman"/>
          <w:lang w:eastAsia="cs-CZ"/>
        </w:rPr>
        <w:t xml:space="preserve">. Vysvětlení/ </w:t>
      </w:r>
      <w:r w:rsidRPr="00CB7B5A">
        <w:rPr>
          <w:rFonts w:eastAsia="Times New Roman" w:cs="Times New Roman"/>
          <w:lang w:eastAsia="cs-CZ"/>
        </w:rPr>
        <w:t>změna/ doplnění je považováno za doručené okamžikem uveřejnění.</w:t>
      </w:r>
    </w:p>
    <w:p w14:paraId="32A7A84D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41887DE" w14:textId="77777777" w:rsidR="00F70B58" w:rsidRDefault="00F70B58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DDE226" w14:textId="16624C5F" w:rsid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2339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1488DD7" w14:textId="361A8144" w:rsid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Opravený soupis prací, dodávek a služeb s výkazem výměr </w:t>
      </w:r>
    </w:p>
    <w:p w14:paraId="2319DA51" w14:textId="2ED8BE3B" w:rsidR="00F22E82" w:rsidRPr="00F22E82" w:rsidRDefault="00F22E82" w:rsidP="00F22E8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(ve formátu XLSX a ve formátu </w:t>
      </w:r>
      <w:r>
        <w:t xml:space="preserve">XML - </w:t>
      </w:r>
      <w:r w:rsidRPr="00F22E82">
        <w:t>datový předpis XC4)</w:t>
      </w:r>
    </w:p>
    <w:p w14:paraId="6FEF23CD" w14:textId="77777777" w:rsidR="00F22E82" w:rsidRPr="00CB7B5A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E6F0C4" w14:textId="77777777" w:rsidR="005F32EA" w:rsidRDefault="005F32EA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DD45C7" w14:textId="77777777" w:rsidR="005F32EA" w:rsidRDefault="005F32EA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3D5E84" w14:textId="744533B3" w:rsidR="00F22E82" w:rsidRPr="00CB7B5A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15FCF4A" w14:textId="4199CDB2" w:rsidR="00F22E82" w:rsidRDefault="00F22E8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74EA73" w14:textId="5749825E" w:rsidR="0068170F" w:rsidRDefault="0068170F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9EB656" w14:textId="77777777" w:rsidR="00F70B58" w:rsidRDefault="00F70B58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9E2692" w14:textId="7174ECA5" w:rsidR="0068170F" w:rsidRDefault="0068170F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A77180" w14:textId="77777777" w:rsidR="004F2462" w:rsidRPr="00CB7B5A" w:rsidRDefault="004F2462" w:rsidP="00F22E8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9FFB7C" w14:textId="77777777" w:rsidR="00F22E82" w:rsidRPr="00CB7B5A" w:rsidRDefault="00F22E82" w:rsidP="00F22E82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B7FA754" w14:textId="77777777" w:rsidR="00F22E82" w:rsidRPr="00CB7B5A" w:rsidRDefault="00F22E82" w:rsidP="00F22E8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B431A4F" w14:textId="77777777" w:rsidR="00F22E82" w:rsidRPr="00CB7B5A" w:rsidRDefault="00F22E82" w:rsidP="00F22E8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855058A" w14:textId="77777777" w:rsidR="00F22E82" w:rsidRPr="00CB7B5A" w:rsidRDefault="00F22E82" w:rsidP="00F22E8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B7C4ABA" w14:textId="44899AE0" w:rsidR="00F22E82" w:rsidRPr="00BD5319" w:rsidRDefault="00F22E82" w:rsidP="00822339">
      <w:pPr>
        <w:spacing w:after="0" w:line="240" w:lineRule="auto"/>
        <w:ind w:firstLine="1"/>
        <w:rPr>
          <w:rFonts w:eastAsia="Calibri" w:cs="Times New Roman"/>
          <w:b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2D03AAC" w14:textId="77777777" w:rsidR="00F22E82" w:rsidRPr="00BD5319" w:rsidRDefault="00F22E82" w:rsidP="008C2C7B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F22E82" w:rsidRPr="00BD531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C3F9E" w14:textId="77777777" w:rsidR="00B76E10" w:rsidRDefault="00B76E10" w:rsidP="00962258">
      <w:pPr>
        <w:spacing w:after="0" w:line="240" w:lineRule="auto"/>
      </w:pPr>
      <w:r>
        <w:separator/>
      </w:r>
    </w:p>
  </w:endnote>
  <w:endnote w:type="continuationSeparator" w:id="0">
    <w:p w14:paraId="481BDB36" w14:textId="77777777" w:rsidR="00B76E10" w:rsidRDefault="00B76E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B8CD9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EEB597" w14:textId="315DCAD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09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09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B9446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815E5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0CD0F3" w14:textId="77777777" w:rsidR="00F1715C" w:rsidRDefault="00F1715C" w:rsidP="00D831A3">
          <w:pPr>
            <w:pStyle w:val="Zpat"/>
          </w:pPr>
        </w:p>
      </w:tc>
    </w:tr>
  </w:tbl>
  <w:p w14:paraId="71B43FD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ADCC41" wp14:editId="3081A1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1F4E8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0DFA7F" wp14:editId="4B4FBF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E3D6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7F442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494DC4" w14:textId="25046DF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5E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5E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3928C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0DD31B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C8AC11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5D7DF4B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442324D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34A3E8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24E824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8E8126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A1750B0" w14:textId="77777777" w:rsidR="00712ED1" w:rsidRDefault="00712ED1" w:rsidP="00331004">
          <w:pPr>
            <w:pStyle w:val="Zpat"/>
          </w:pPr>
        </w:p>
      </w:tc>
    </w:tr>
  </w:tbl>
  <w:p w14:paraId="4C6692A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FA123D8" wp14:editId="53E8D2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BD737A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5F2EC42" wp14:editId="735E6A3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9274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6155F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10EE4" w14:textId="77777777" w:rsidR="00B76E10" w:rsidRDefault="00B76E10" w:rsidP="00962258">
      <w:pPr>
        <w:spacing w:after="0" w:line="240" w:lineRule="auto"/>
      </w:pPr>
      <w:r>
        <w:separator/>
      </w:r>
    </w:p>
  </w:footnote>
  <w:footnote w:type="continuationSeparator" w:id="0">
    <w:p w14:paraId="6F5873D4" w14:textId="77777777" w:rsidR="00B76E10" w:rsidRDefault="00B76E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F5CBA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4BE8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2100B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24E86F" w14:textId="77777777" w:rsidR="00F1715C" w:rsidRPr="00D6163D" w:rsidRDefault="00F1715C" w:rsidP="00D6163D">
          <w:pPr>
            <w:pStyle w:val="Druhdokumentu"/>
          </w:pPr>
        </w:p>
      </w:tc>
    </w:tr>
  </w:tbl>
  <w:p w14:paraId="4D92C41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59723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4B8EB1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D7B9B30" wp14:editId="19FD5F0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8323F52" wp14:editId="2AB3E8B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 w14:anchorId="4EB41F7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AE1BD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6E73B4" w14:textId="77777777" w:rsidR="00F1715C" w:rsidRPr="00D6163D" w:rsidRDefault="00F1715C" w:rsidP="00FC6389">
          <w:pPr>
            <w:pStyle w:val="Druhdokumentu"/>
          </w:pPr>
        </w:p>
      </w:tc>
    </w:tr>
    <w:tr w:rsidR="00F64786" w14:paraId="58EA96C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77FA02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0529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DD0A8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AA6CB5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2F433C3" wp14:editId="7D7293E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9CDF20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D3EF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6EF3850"/>
    <w:multiLevelType w:val="hybridMultilevel"/>
    <w:tmpl w:val="465EFB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70C"/>
    <w:rsid w:val="00046453"/>
    <w:rsid w:val="0006651C"/>
    <w:rsid w:val="00072C1E"/>
    <w:rsid w:val="000B3A82"/>
    <w:rsid w:val="000B6C7E"/>
    <w:rsid w:val="000B7907"/>
    <w:rsid w:val="000C0429"/>
    <w:rsid w:val="000C45E8"/>
    <w:rsid w:val="00114472"/>
    <w:rsid w:val="00114966"/>
    <w:rsid w:val="00125E82"/>
    <w:rsid w:val="00154024"/>
    <w:rsid w:val="00170EC5"/>
    <w:rsid w:val="001747C1"/>
    <w:rsid w:val="0018596A"/>
    <w:rsid w:val="001B69C2"/>
    <w:rsid w:val="001C2B73"/>
    <w:rsid w:val="001C4DA0"/>
    <w:rsid w:val="001E3CC3"/>
    <w:rsid w:val="001F549D"/>
    <w:rsid w:val="00207DF5"/>
    <w:rsid w:val="00267369"/>
    <w:rsid w:val="0026785D"/>
    <w:rsid w:val="002764FF"/>
    <w:rsid w:val="002B007F"/>
    <w:rsid w:val="002B1C31"/>
    <w:rsid w:val="002C0E77"/>
    <w:rsid w:val="002C31BF"/>
    <w:rsid w:val="002D6144"/>
    <w:rsid w:val="002E0CD7"/>
    <w:rsid w:val="002F026B"/>
    <w:rsid w:val="00324145"/>
    <w:rsid w:val="00357BC6"/>
    <w:rsid w:val="0037111D"/>
    <w:rsid w:val="003756B9"/>
    <w:rsid w:val="003956C6"/>
    <w:rsid w:val="003E6B9A"/>
    <w:rsid w:val="003E75CE"/>
    <w:rsid w:val="003F34A2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2462"/>
    <w:rsid w:val="004F4B9B"/>
    <w:rsid w:val="00501654"/>
    <w:rsid w:val="00511AB9"/>
    <w:rsid w:val="00523EA7"/>
    <w:rsid w:val="0053647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E06"/>
    <w:rsid w:val="005F32EA"/>
    <w:rsid w:val="006104F6"/>
    <w:rsid w:val="0061068E"/>
    <w:rsid w:val="00627CAC"/>
    <w:rsid w:val="00660AD3"/>
    <w:rsid w:val="0068170F"/>
    <w:rsid w:val="006A5570"/>
    <w:rsid w:val="006A689C"/>
    <w:rsid w:val="006B3D79"/>
    <w:rsid w:val="006E0578"/>
    <w:rsid w:val="006E314D"/>
    <w:rsid w:val="006E57AF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E0C"/>
    <w:rsid w:val="007E4A6E"/>
    <w:rsid w:val="007F56A7"/>
    <w:rsid w:val="00807DD0"/>
    <w:rsid w:val="00813F11"/>
    <w:rsid w:val="00822339"/>
    <w:rsid w:val="00891334"/>
    <w:rsid w:val="008A3568"/>
    <w:rsid w:val="008C2C7B"/>
    <w:rsid w:val="008D03B9"/>
    <w:rsid w:val="008F18D6"/>
    <w:rsid w:val="00903A3C"/>
    <w:rsid w:val="00904780"/>
    <w:rsid w:val="009113A8"/>
    <w:rsid w:val="00922385"/>
    <w:rsid w:val="009223DF"/>
    <w:rsid w:val="00926EE4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218E7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336B"/>
    <w:rsid w:val="00B45E9E"/>
    <w:rsid w:val="00B55F9C"/>
    <w:rsid w:val="00B75EE1"/>
    <w:rsid w:val="00B76E10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0930"/>
    <w:rsid w:val="00C44F6A"/>
    <w:rsid w:val="00C727E5"/>
    <w:rsid w:val="00C8207D"/>
    <w:rsid w:val="00CB4E80"/>
    <w:rsid w:val="00CB7B5A"/>
    <w:rsid w:val="00CC1E2B"/>
    <w:rsid w:val="00CD1FC4"/>
    <w:rsid w:val="00CE371D"/>
    <w:rsid w:val="00D02A4D"/>
    <w:rsid w:val="00D21061"/>
    <w:rsid w:val="00D316A7"/>
    <w:rsid w:val="00D32509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249F"/>
    <w:rsid w:val="00E7507E"/>
    <w:rsid w:val="00E824F1"/>
    <w:rsid w:val="00EB104F"/>
    <w:rsid w:val="00EC41DD"/>
    <w:rsid w:val="00ED14BD"/>
    <w:rsid w:val="00F01440"/>
    <w:rsid w:val="00F10CE3"/>
    <w:rsid w:val="00F12DEC"/>
    <w:rsid w:val="00F1715C"/>
    <w:rsid w:val="00F22E82"/>
    <w:rsid w:val="00F310F8"/>
    <w:rsid w:val="00F35939"/>
    <w:rsid w:val="00F45607"/>
    <w:rsid w:val="00F51B95"/>
    <w:rsid w:val="00F64786"/>
    <w:rsid w:val="00F659EB"/>
    <w:rsid w:val="00F70B58"/>
    <w:rsid w:val="00F804A7"/>
    <w:rsid w:val="00F862D6"/>
    <w:rsid w:val="00F86BA6"/>
    <w:rsid w:val="00FC6389"/>
    <w:rsid w:val="00FD2F51"/>
    <w:rsid w:val="00FD736B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87B70"/>
  <w14:defaultImageDpi w14:val="32767"/>
  <w15:docId w15:val="{D355DC47-3AC5-47A7-8752-79A30448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7AC309B-ED0D-49C2-8255-E8F4C58D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96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33</cp:revision>
  <cp:lastPrinted>2019-02-22T13:28:00Z</cp:lastPrinted>
  <dcterms:created xsi:type="dcterms:W3CDTF">2022-02-15T09:24:00Z</dcterms:created>
  <dcterms:modified xsi:type="dcterms:W3CDTF">2022-02-23T08:51:00Z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